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E4EEF">
        <w:rPr>
          <w:rFonts w:ascii="Corbel" w:hAnsi="Corbel"/>
          <w:b/>
          <w:smallCaps/>
          <w:sz w:val="24"/>
          <w:szCs w:val="24"/>
        </w:rPr>
        <w:t>2</w:t>
      </w:r>
      <w:r w:rsidRPr="00B2112D">
        <w:rPr>
          <w:rFonts w:ascii="Corbel" w:hAnsi="Corbel"/>
          <w:b/>
          <w:smallCaps/>
          <w:sz w:val="24"/>
          <w:szCs w:val="24"/>
        </w:rPr>
        <w:t>-202</w:t>
      </w:r>
      <w:bookmarkStart w:id="0" w:name="_GoBack"/>
      <w:bookmarkEnd w:id="0"/>
      <w:r w:rsidR="00BE4EEF">
        <w:rPr>
          <w:rFonts w:ascii="Corbel" w:hAnsi="Corbel"/>
          <w:b/>
          <w:smallCaps/>
          <w:sz w:val="24"/>
          <w:szCs w:val="24"/>
        </w:rPr>
        <w:t>7</w:t>
      </w:r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</w:t>
      </w:r>
      <w:r w:rsidR="00BE4EEF">
        <w:rPr>
          <w:rFonts w:ascii="Corbel" w:hAnsi="Corbel"/>
          <w:b/>
          <w:sz w:val="24"/>
          <w:szCs w:val="24"/>
        </w:rPr>
        <w:t>5</w:t>
      </w:r>
      <w:r w:rsidRPr="00B2112D">
        <w:rPr>
          <w:rFonts w:ascii="Corbel" w:hAnsi="Corbel"/>
          <w:b/>
          <w:sz w:val="24"/>
          <w:szCs w:val="24"/>
        </w:rPr>
        <w:t>/202</w:t>
      </w:r>
      <w:r w:rsidR="00BE4EEF">
        <w:rPr>
          <w:rFonts w:ascii="Corbel" w:hAnsi="Corbel"/>
          <w:b/>
          <w:sz w:val="24"/>
          <w:szCs w:val="24"/>
        </w:rPr>
        <w:t>6; 2026/2027</w:t>
      </w:r>
    </w:p>
    <w:p w:rsidR="0085747A" w:rsidRPr="00B2112D" w:rsidRDefault="00CD6897" w:rsidP="00C12940">
      <w:pPr>
        <w:spacing w:line="240" w:lineRule="auto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2112D" w:rsidTr="00B819C8">
        <w:tc>
          <w:tcPr>
            <w:tcW w:w="2694" w:type="dxa"/>
            <w:vAlign w:val="center"/>
          </w:tcPr>
          <w:p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Pr="00B2112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2112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Wykł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Konw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Sem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Prakt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2112D" w:rsidTr="00745302">
        <w:tc>
          <w:tcPr>
            <w:tcW w:w="9670" w:type="dxa"/>
          </w:tcPr>
          <w:p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metodyki i dydaktyki pedagogiki, pedagogiki specjalnej. Znajomość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lastRenderedPageBreak/>
        <w:t xml:space="preserve"> </w:t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2112D" w:rsidTr="00360142">
        <w:tc>
          <w:tcPr>
            <w:tcW w:w="1681" w:type="dxa"/>
            <w:vAlign w:val="center"/>
          </w:tcPr>
          <w:p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:rsidTr="00360142">
        <w:tc>
          <w:tcPr>
            <w:tcW w:w="1681" w:type="dxa"/>
            <w:vAlign w:val="center"/>
          </w:tcPr>
          <w:p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</w:t>
            </w:r>
            <w:proofErr w:type="spellStart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procedury badawcze. </w:t>
            </w:r>
          </w:p>
        </w:tc>
        <w:tc>
          <w:tcPr>
            <w:tcW w:w="1865" w:type="dxa"/>
            <w:vAlign w:val="center"/>
          </w:tcPr>
          <w:p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2112D" w:rsidTr="007D5512">
        <w:tc>
          <w:tcPr>
            <w:tcW w:w="9520" w:type="dxa"/>
          </w:tcPr>
          <w:p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1"/>
      <w:tr w:rsidR="007D5512" w:rsidRPr="00B2112D" w:rsidTr="007D5512">
        <w:tc>
          <w:tcPr>
            <w:tcW w:w="9520" w:type="dxa"/>
          </w:tcPr>
          <w:p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:rsidTr="007D5512">
        <w:tc>
          <w:tcPr>
            <w:tcW w:w="9520" w:type="dxa"/>
          </w:tcPr>
          <w:p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Przygotowanie do egzaminu magisterskiego.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3.4 Metody dydaktyczne</w:t>
      </w:r>
    </w:p>
    <w:p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2112D" w:rsidTr="001A02D8">
        <w:tc>
          <w:tcPr>
            <w:tcW w:w="1962" w:type="dxa"/>
            <w:vAlign w:val="center"/>
          </w:tcPr>
          <w:p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11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112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:rsidTr="000E7AF3">
        <w:tc>
          <w:tcPr>
            <w:tcW w:w="1962" w:type="dxa"/>
          </w:tcPr>
          <w:p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2112D" w:rsidTr="00923D7D">
        <w:tc>
          <w:tcPr>
            <w:tcW w:w="9670" w:type="dxa"/>
          </w:tcPr>
          <w:p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382"/>
        <w:gridCol w:w="1382"/>
        <w:gridCol w:w="1382"/>
        <w:gridCol w:w="1382"/>
      </w:tblGrid>
      <w:tr w:rsidR="0085747A" w:rsidRPr="00B2112D" w:rsidTr="001C73DD">
        <w:tc>
          <w:tcPr>
            <w:tcW w:w="4111" w:type="dxa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1382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7</w:t>
            </w:r>
          </w:p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8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9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10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2112D" w:rsidTr="000E7AF3">
        <w:trPr>
          <w:trHeight w:val="397"/>
        </w:trPr>
        <w:tc>
          <w:tcPr>
            <w:tcW w:w="9639" w:type="dxa"/>
          </w:tcPr>
          <w:p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B2112D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Przekład W. </w:t>
            </w:r>
            <w:proofErr w:type="spellStart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Betkiewicz</w:t>
            </w:r>
            <w:proofErr w:type="spellEnd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i in. Warszawa</w:t>
            </w:r>
          </w:p>
          <w:p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:rsidTr="000E7AF3">
        <w:trPr>
          <w:trHeight w:val="397"/>
        </w:trPr>
        <w:tc>
          <w:tcPr>
            <w:tcW w:w="9639" w:type="dxa"/>
          </w:tcPr>
          <w:p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Cieczkowski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875" w:rsidRDefault="00A83875" w:rsidP="00C16ABF">
      <w:pPr>
        <w:spacing w:after="0" w:line="240" w:lineRule="auto"/>
      </w:pPr>
      <w:r>
        <w:separator/>
      </w:r>
    </w:p>
  </w:endnote>
  <w:endnote w:type="continuationSeparator" w:id="0">
    <w:p w:rsidR="00A83875" w:rsidRDefault="00A838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875" w:rsidRDefault="00A83875" w:rsidP="00C16ABF">
      <w:pPr>
        <w:spacing w:after="0" w:line="240" w:lineRule="auto"/>
      </w:pPr>
      <w:r>
        <w:separator/>
      </w:r>
    </w:p>
  </w:footnote>
  <w:footnote w:type="continuationSeparator" w:id="0">
    <w:p w:rsidR="00A83875" w:rsidRDefault="00A8387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07A00"/>
    <w:rsid w:val="00007DEC"/>
    <w:rsid w:val="00014EB5"/>
    <w:rsid w:val="00015B8F"/>
    <w:rsid w:val="00022ECE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2C9A"/>
    <w:rsid w:val="002B4D55"/>
    <w:rsid w:val="002B5EA0"/>
    <w:rsid w:val="002B6119"/>
    <w:rsid w:val="002C1F06"/>
    <w:rsid w:val="002D3131"/>
    <w:rsid w:val="002D3375"/>
    <w:rsid w:val="002D5060"/>
    <w:rsid w:val="002D73D4"/>
    <w:rsid w:val="002E78B8"/>
    <w:rsid w:val="002F02A3"/>
    <w:rsid w:val="002F1804"/>
    <w:rsid w:val="002F4ABE"/>
    <w:rsid w:val="002F5F6F"/>
    <w:rsid w:val="003018BA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C080F"/>
    <w:rsid w:val="005C55E5"/>
    <w:rsid w:val="005C696A"/>
    <w:rsid w:val="005D64EC"/>
    <w:rsid w:val="005E5854"/>
    <w:rsid w:val="005E6E85"/>
    <w:rsid w:val="005F31D2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027C"/>
    <w:rsid w:val="006C2BD2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620A"/>
    <w:rsid w:val="00722950"/>
    <w:rsid w:val="00724677"/>
    <w:rsid w:val="00725459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3875"/>
    <w:rsid w:val="00A84C85"/>
    <w:rsid w:val="00A90401"/>
    <w:rsid w:val="00A97467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4EEF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5145"/>
    <w:rsid w:val="00EE5457"/>
    <w:rsid w:val="00EE54B8"/>
    <w:rsid w:val="00F070AB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BF0D9-4A73-4F9C-A314-BB6F9F2D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5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2020-02-03T08:17:00Z</dcterms:created>
  <dcterms:modified xsi:type="dcterms:W3CDTF">2022-09-07T18:11:00Z</dcterms:modified>
</cp:coreProperties>
</file>